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FB9" w:rsidRDefault="007B0FB9" w:rsidP="000D3461">
      <w:pPr>
        <w:tabs>
          <w:tab w:val="left" w:pos="8505"/>
          <w:tab w:val="left" w:pos="8775"/>
        </w:tabs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附表</w:t>
      </w:r>
      <w:r>
        <w:rPr>
          <w:rFonts w:ascii="仿宋_GB2312" w:eastAsia="仿宋_GB2312"/>
          <w:sz w:val="28"/>
          <w:szCs w:val="28"/>
        </w:rPr>
        <w:t xml:space="preserve">1            </w:t>
      </w:r>
    </w:p>
    <w:p w:rsidR="007B0FB9" w:rsidRPr="005129AD" w:rsidRDefault="007B0FB9" w:rsidP="005129AD">
      <w:pPr>
        <w:tabs>
          <w:tab w:val="left" w:pos="8775"/>
        </w:tabs>
        <w:jc w:val="center"/>
        <w:rPr>
          <w:rFonts w:ascii="仿宋_GB2312" w:eastAsia="仿宋_GB2312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广东省家庭经济困难学生认定申请表</w:t>
      </w:r>
    </w:p>
    <w:p w:rsidR="007B0FB9" w:rsidRPr="00E750D7" w:rsidRDefault="007B0FB9" w:rsidP="00E750D7">
      <w:pPr>
        <w:tabs>
          <w:tab w:val="left" w:pos="8775"/>
        </w:tabs>
        <w:rPr>
          <w:rFonts w:ascii="仿宋_GB2312" w:eastAsia="仿宋_GB2312"/>
          <w:b/>
          <w:bCs/>
          <w:szCs w:val="21"/>
        </w:rPr>
      </w:pPr>
      <w:r>
        <w:rPr>
          <w:rFonts w:ascii="仿宋_GB2312" w:eastAsia="仿宋_GB2312" w:hint="eastAsia"/>
          <w:b/>
          <w:bCs/>
          <w:szCs w:val="21"/>
        </w:rPr>
        <w:t>学校</w:t>
      </w:r>
      <w:r>
        <w:rPr>
          <w:rFonts w:ascii="仿宋_GB2312" w:eastAsia="仿宋_GB2312"/>
          <w:b/>
          <w:szCs w:val="21"/>
          <w:u w:val="single"/>
        </w:rPr>
        <w:t xml:space="preserve">                         </w:t>
      </w:r>
      <w:r>
        <w:rPr>
          <w:rFonts w:ascii="仿宋_GB2312" w:eastAsia="仿宋_GB2312" w:hint="eastAsia"/>
          <w:b/>
          <w:bCs/>
          <w:szCs w:val="21"/>
        </w:rPr>
        <w:t>年级</w:t>
      </w:r>
      <w:r>
        <w:rPr>
          <w:rFonts w:ascii="仿宋_GB2312" w:eastAsia="仿宋_GB2312"/>
          <w:b/>
          <w:szCs w:val="21"/>
          <w:u w:val="single"/>
        </w:rPr>
        <w:t xml:space="preserve">               </w:t>
      </w:r>
      <w:r>
        <w:rPr>
          <w:rFonts w:ascii="仿宋_GB2312" w:eastAsia="仿宋_GB2312" w:hint="eastAsia"/>
          <w:b/>
          <w:bCs/>
          <w:szCs w:val="21"/>
        </w:rPr>
        <w:t>班别</w:t>
      </w:r>
      <w:r>
        <w:rPr>
          <w:rFonts w:ascii="仿宋_GB2312" w:eastAsia="仿宋_GB2312"/>
          <w:b/>
          <w:szCs w:val="21"/>
          <w:u w:val="single"/>
        </w:rPr>
        <w:t xml:space="preserve">           </w:t>
      </w:r>
      <w:r>
        <w:rPr>
          <w:rFonts w:ascii="仿宋_GB2312" w:eastAsia="仿宋_GB2312" w:hint="eastAsia"/>
          <w:b/>
          <w:szCs w:val="21"/>
        </w:rPr>
        <w:t>学（籍）号</w:t>
      </w:r>
      <w:r>
        <w:rPr>
          <w:rFonts w:ascii="仿宋_GB2312" w:eastAsia="仿宋_GB2312"/>
          <w:b/>
          <w:szCs w:val="21"/>
          <w:u w:val="single"/>
        </w:rPr>
        <w:t xml:space="preserve">                  </w:t>
      </w:r>
    </w:p>
    <w:tbl>
      <w:tblPr>
        <w:tblW w:w="10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7"/>
        <w:gridCol w:w="1134"/>
        <w:gridCol w:w="774"/>
        <w:gridCol w:w="332"/>
        <w:gridCol w:w="388"/>
        <w:gridCol w:w="144"/>
        <w:gridCol w:w="128"/>
        <w:gridCol w:w="426"/>
        <w:gridCol w:w="381"/>
        <w:gridCol w:w="72"/>
        <w:gridCol w:w="273"/>
        <w:gridCol w:w="591"/>
        <w:gridCol w:w="238"/>
        <w:gridCol w:w="38"/>
        <w:gridCol w:w="650"/>
        <w:gridCol w:w="218"/>
        <w:gridCol w:w="425"/>
        <w:gridCol w:w="859"/>
        <w:gridCol w:w="199"/>
        <w:gridCol w:w="545"/>
        <w:gridCol w:w="432"/>
        <w:gridCol w:w="37"/>
        <w:gridCol w:w="646"/>
        <w:gridCol w:w="1134"/>
      </w:tblGrid>
      <w:tr w:rsidR="007B0FB9" w:rsidRPr="00262007" w:rsidTr="001F4F44">
        <w:trPr>
          <w:cantSplit/>
          <w:trHeight w:val="509"/>
          <w:jc w:val="center"/>
        </w:trPr>
        <w:tc>
          <w:tcPr>
            <w:tcW w:w="587" w:type="dxa"/>
            <w:vMerge w:val="restart"/>
            <w:textDirection w:val="tbRlV"/>
            <w:vAlign w:val="center"/>
          </w:tcPr>
          <w:p w:rsidR="007B0FB9" w:rsidRDefault="007B0FB9">
            <w:pPr>
              <w:spacing w:line="300" w:lineRule="exact"/>
              <w:ind w:left="113" w:right="113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学生基本情况</w:t>
            </w: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2192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26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867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8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28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出生年月</w:t>
            </w:r>
          </w:p>
        </w:tc>
        <w:tc>
          <w:tcPr>
            <w:tcW w:w="1817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471"/>
          <w:jc w:val="center"/>
        </w:trPr>
        <w:tc>
          <w:tcPr>
            <w:tcW w:w="587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 w:rsidP="000D3461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身份证</w:t>
            </w:r>
          </w:p>
          <w:p w:rsidR="007B0FB9" w:rsidRDefault="007B0FB9" w:rsidP="000D3461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号码</w:t>
            </w:r>
          </w:p>
        </w:tc>
        <w:tc>
          <w:tcPr>
            <w:tcW w:w="2573" w:type="dxa"/>
            <w:gridSpan w:val="7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12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户口性质</w:t>
            </w:r>
          </w:p>
        </w:tc>
        <w:tc>
          <w:tcPr>
            <w:tcW w:w="2152" w:type="dxa"/>
            <w:gridSpan w:val="4"/>
            <w:vAlign w:val="center"/>
          </w:tcPr>
          <w:p w:rsidR="007B0FB9" w:rsidRDefault="007B0FB9" w:rsidP="00BD784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□城镇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□农村</w:t>
            </w:r>
          </w:p>
        </w:tc>
        <w:tc>
          <w:tcPr>
            <w:tcW w:w="1213" w:type="dxa"/>
            <w:gridSpan w:val="4"/>
            <w:vAlign w:val="center"/>
          </w:tcPr>
          <w:p w:rsidR="007B0FB9" w:rsidRDefault="007B0FB9" w:rsidP="000D3461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手机号码</w:t>
            </w:r>
          </w:p>
        </w:tc>
        <w:tc>
          <w:tcPr>
            <w:tcW w:w="1780" w:type="dxa"/>
            <w:gridSpan w:val="2"/>
            <w:vAlign w:val="center"/>
          </w:tcPr>
          <w:p w:rsidR="007B0FB9" w:rsidRDefault="007B0FB9" w:rsidP="007B0FB9">
            <w:pPr>
              <w:spacing w:line="300" w:lineRule="exact"/>
              <w:ind w:firstLineChars="100" w:firstLine="31680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471"/>
          <w:jc w:val="center"/>
        </w:trPr>
        <w:tc>
          <w:tcPr>
            <w:tcW w:w="587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2240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院系</w:t>
            </w:r>
          </w:p>
          <w:p w:rsidR="007B0FB9" w:rsidRPr="008A52FA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 w:rsidRPr="008A52F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（只需高校学生填写）</w:t>
            </w:r>
          </w:p>
        </w:tc>
        <w:tc>
          <w:tcPr>
            <w:tcW w:w="2679" w:type="dxa"/>
            <w:gridSpan w:val="10"/>
            <w:vAlign w:val="center"/>
          </w:tcPr>
          <w:p w:rsidR="007B0FB9" w:rsidRPr="000D3461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152" w:type="dxa"/>
            <w:gridSpan w:val="4"/>
            <w:vAlign w:val="center"/>
          </w:tcPr>
          <w:p w:rsidR="007B0FB9" w:rsidRDefault="007B0FB9" w:rsidP="00BD784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专业</w:t>
            </w:r>
          </w:p>
          <w:p w:rsidR="007B0FB9" w:rsidRPr="00B81BCC" w:rsidRDefault="007B0FB9" w:rsidP="00BD784C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8A52FA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（只需高校学生填写）</w:t>
            </w:r>
          </w:p>
        </w:tc>
        <w:tc>
          <w:tcPr>
            <w:tcW w:w="2993" w:type="dxa"/>
            <w:gridSpan w:val="6"/>
            <w:vAlign w:val="center"/>
          </w:tcPr>
          <w:p w:rsidR="007B0FB9" w:rsidRDefault="007B0FB9" w:rsidP="007B0FB9">
            <w:pPr>
              <w:spacing w:line="300" w:lineRule="exact"/>
              <w:ind w:firstLineChars="100" w:firstLine="31680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481"/>
          <w:jc w:val="center"/>
        </w:trPr>
        <w:tc>
          <w:tcPr>
            <w:tcW w:w="587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0FB9" w:rsidRDefault="007B0FB9" w:rsidP="00E669A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家庭情况</w:t>
            </w:r>
          </w:p>
        </w:tc>
        <w:tc>
          <w:tcPr>
            <w:tcW w:w="1766" w:type="dxa"/>
            <w:gridSpan w:val="5"/>
            <w:vAlign w:val="center"/>
          </w:tcPr>
          <w:p w:rsidR="007B0FB9" w:rsidRDefault="007B0FB9" w:rsidP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家庭人口数</w:t>
            </w:r>
          </w:p>
        </w:tc>
        <w:tc>
          <w:tcPr>
            <w:tcW w:w="2019" w:type="dxa"/>
            <w:gridSpan w:val="7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152" w:type="dxa"/>
            <w:gridSpan w:val="4"/>
            <w:vAlign w:val="center"/>
          </w:tcPr>
          <w:p w:rsidR="007B0FB9" w:rsidRDefault="007B0FB9" w:rsidP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家庭成员在学人数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</w:p>
        </w:tc>
        <w:tc>
          <w:tcPr>
            <w:tcW w:w="2993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481"/>
          <w:jc w:val="center"/>
        </w:trPr>
        <w:tc>
          <w:tcPr>
            <w:tcW w:w="587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B0FB9" w:rsidRDefault="007B0FB9" w:rsidP="00E669A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766" w:type="dxa"/>
            <w:gridSpan w:val="5"/>
            <w:vAlign w:val="center"/>
          </w:tcPr>
          <w:p w:rsidR="007B0FB9" w:rsidRDefault="007B0FB9" w:rsidP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赡养人口数</w:t>
            </w:r>
          </w:p>
        </w:tc>
        <w:tc>
          <w:tcPr>
            <w:tcW w:w="2019" w:type="dxa"/>
            <w:gridSpan w:val="7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152" w:type="dxa"/>
            <w:gridSpan w:val="4"/>
            <w:vAlign w:val="center"/>
          </w:tcPr>
          <w:p w:rsidR="007B0FB9" w:rsidRDefault="007B0FB9" w:rsidP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家庭成员失业人数</w:t>
            </w:r>
          </w:p>
        </w:tc>
        <w:tc>
          <w:tcPr>
            <w:tcW w:w="2993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361"/>
          <w:jc w:val="center"/>
        </w:trPr>
        <w:tc>
          <w:tcPr>
            <w:tcW w:w="587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0" w:type="dxa"/>
            <w:gridSpan w:val="22"/>
            <w:vAlign w:val="center"/>
          </w:tcPr>
          <w:p w:rsidR="007B0FB9" w:rsidRDefault="007B0FB9" w:rsidP="00AF780E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/>
                <w:b/>
                <w:szCs w:val="21"/>
              </w:rPr>
              <w:t>1</w:t>
            </w:r>
            <w:r>
              <w:rPr>
                <w:rFonts w:ascii="仿宋_GB2312" w:eastAsia="仿宋_GB2312" w:hAnsi="仿宋_GB2312" w:cs="仿宋_GB2312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建档立卡贫困户成员</w:t>
            </w:r>
            <w:r w:rsidRPr="00AF780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□是□否</w:t>
            </w:r>
            <w:r w:rsidRPr="00AF780E">
              <w:rPr>
                <w:rFonts w:ascii="仿宋_GB2312" w:eastAsia="仿宋_GB2312" w:hAnsi="仿宋_GB2312" w:cs="仿宋_GB2312"/>
                <w:b/>
                <w:szCs w:val="21"/>
              </w:rPr>
              <w:t>2</w:t>
            </w:r>
            <w:r>
              <w:rPr>
                <w:rFonts w:ascii="仿宋_GB2312" w:eastAsia="仿宋_GB2312" w:hAnsi="仿宋_GB2312" w:cs="仿宋_GB2312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特困供养人员</w:t>
            </w:r>
            <w:r w:rsidRPr="00AF780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□是□否</w:t>
            </w:r>
            <w:r w:rsidRPr="00AF780E">
              <w:rPr>
                <w:rFonts w:ascii="仿宋_GB2312" w:eastAsia="仿宋_GB2312" w:hAnsi="仿宋_GB2312" w:cs="仿宋_GB2312"/>
                <w:b/>
                <w:szCs w:val="21"/>
              </w:rPr>
              <w:t>3</w:t>
            </w:r>
            <w:r>
              <w:rPr>
                <w:rFonts w:ascii="仿宋_GB2312" w:eastAsia="仿宋_GB2312" w:hAnsi="仿宋_GB2312" w:cs="仿宋_GB2312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最低生活保障家庭成员户</w:t>
            </w:r>
            <w:r w:rsidRPr="00AF780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□是□否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</w:p>
        </w:tc>
      </w:tr>
      <w:tr w:rsidR="007B0FB9" w:rsidRPr="00262007" w:rsidTr="001F4F44">
        <w:trPr>
          <w:cantSplit/>
          <w:trHeight w:val="369"/>
          <w:jc w:val="center"/>
        </w:trPr>
        <w:tc>
          <w:tcPr>
            <w:tcW w:w="587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0" w:type="dxa"/>
            <w:gridSpan w:val="22"/>
            <w:vAlign w:val="center"/>
          </w:tcPr>
          <w:p w:rsidR="007B0FB9" w:rsidRDefault="007B0FB9" w:rsidP="00CE2459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/>
                <w:b/>
                <w:szCs w:val="21"/>
              </w:rPr>
              <w:t>4</w:t>
            </w:r>
            <w:r>
              <w:rPr>
                <w:rFonts w:ascii="仿宋_GB2312" w:eastAsia="仿宋_GB2312" w:hAnsi="仿宋_GB2312" w:cs="仿宋_GB2312"/>
                <w:szCs w:val="21"/>
              </w:rPr>
              <w:t>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特困职工子女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 w:rsidRPr="00AF780E">
              <w:rPr>
                <w:rFonts w:ascii="仿宋_GB2312" w:eastAsia="仿宋_GB2312" w:hAnsi="仿宋_GB2312" w:cs="仿宋_GB2312"/>
                <w:b/>
                <w:szCs w:val="21"/>
              </w:rPr>
              <w:t>5</w:t>
            </w:r>
            <w:r>
              <w:rPr>
                <w:rFonts w:ascii="仿宋_GB2312" w:eastAsia="仿宋_GB2312" w:hAnsi="仿宋_GB2312" w:cs="仿宋_GB2312"/>
                <w:szCs w:val="21"/>
              </w:rPr>
              <w:t>.</w:t>
            </w:r>
            <w:r w:rsidRPr="00AF780E">
              <w:rPr>
                <w:rFonts w:ascii="仿宋_GB2312" w:eastAsia="仿宋_GB2312" w:hAnsi="仿宋_GB2312" w:cs="仿宋_GB2312" w:hint="eastAsia"/>
                <w:szCs w:val="21"/>
              </w:rPr>
              <w:t>低收入（低保边缘、低保临界）家庭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成员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</w:p>
        </w:tc>
      </w:tr>
      <w:tr w:rsidR="007B0FB9" w:rsidRPr="00262007" w:rsidTr="001F4F44">
        <w:trPr>
          <w:cantSplit/>
          <w:trHeight w:val="391"/>
          <w:jc w:val="center"/>
        </w:trPr>
        <w:tc>
          <w:tcPr>
            <w:tcW w:w="587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0" w:type="dxa"/>
            <w:gridSpan w:val="22"/>
            <w:vAlign w:val="center"/>
          </w:tcPr>
          <w:p w:rsidR="007B0FB9" w:rsidRDefault="007B0FB9" w:rsidP="00974BF3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/>
                <w:b/>
                <w:szCs w:val="21"/>
              </w:rPr>
              <w:t>6</w:t>
            </w:r>
            <w:r w:rsidRPr="00FB50E7">
              <w:rPr>
                <w:rFonts w:ascii="仿宋_GB2312" w:eastAsia="仿宋_GB2312" w:hAnsi="仿宋_GB2312" w:cs="仿宋_GB2312"/>
                <w:szCs w:val="21"/>
              </w:rPr>
              <w:t>.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孤儿</w:t>
            </w:r>
            <w:r w:rsidRPr="00FB50E7"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 w:rsidRPr="00FB50E7"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</w:t>
            </w:r>
            <w:r w:rsidRPr="00AF780E">
              <w:rPr>
                <w:rFonts w:ascii="仿宋_GB2312" w:eastAsia="仿宋_GB2312" w:hAnsi="仿宋_GB2312" w:cs="仿宋_GB2312"/>
                <w:b/>
                <w:szCs w:val="21"/>
              </w:rPr>
              <w:t>7</w:t>
            </w:r>
            <w:r>
              <w:rPr>
                <w:rFonts w:ascii="仿宋_GB2312" w:eastAsia="仿宋_GB2312" w:hAnsi="仿宋_GB2312" w:cs="仿宋_GB2312"/>
                <w:szCs w:val="21"/>
              </w:rPr>
              <w:t>.</w:t>
            </w:r>
            <w:r w:rsidRPr="00974BF3">
              <w:rPr>
                <w:rFonts w:ascii="仿宋_GB2312" w:eastAsia="仿宋_GB2312" w:hAnsi="仿宋_GB2312" w:cs="仿宋_GB2312" w:hint="eastAsia"/>
                <w:szCs w:val="21"/>
              </w:rPr>
              <w:t>父母不能履行抚养义务的儿童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</w:t>
            </w:r>
            <w:r w:rsidRPr="00AF780E">
              <w:rPr>
                <w:rFonts w:ascii="仿宋_GB2312" w:eastAsia="仿宋_GB2312" w:hAnsi="仿宋_GB2312" w:cs="仿宋_GB2312"/>
                <w:b/>
                <w:szCs w:val="21"/>
              </w:rPr>
              <w:t>8</w:t>
            </w:r>
            <w:r w:rsidRPr="00FB50E7">
              <w:rPr>
                <w:rFonts w:ascii="仿宋_GB2312" w:eastAsia="仿宋_GB2312" w:hAnsi="仿宋_GB2312" w:cs="仿宋_GB2312"/>
                <w:szCs w:val="21"/>
              </w:rPr>
              <w:t>.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父母一方抚养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 w:rsidRPr="00FB50E7"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</w:p>
        </w:tc>
      </w:tr>
      <w:tr w:rsidR="007B0FB9" w:rsidRPr="00262007" w:rsidTr="001F4F44">
        <w:trPr>
          <w:cantSplit/>
          <w:trHeight w:val="413"/>
          <w:jc w:val="center"/>
        </w:trPr>
        <w:tc>
          <w:tcPr>
            <w:tcW w:w="587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0" w:type="dxa"/>
            <w:gridSpan w:val="22"/>
            <w:vAlign w:val="center"/>
          </w:tcPr>
          <w:p w:rsidR="007B0FB9" w:rsidRDefault="007B0FB9" w:rsidP="00AF780E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/>
                <w:b/>
                <w:szCs w:val="21"/>
              </w:rPr>
              <w:t>9</w:t>
            </w:r>
            <w:r>
              <w:rPr>
                <w:rFonts w:ascii="仿宋_GB2312" w:eastAsia="仿宋_GB2312" w:hAnsi="仿宋_GB2312" w:cs="仿宋_GB2312"/>
                <w:szCs w:val="21"/>
              </w:rPr>
              <w:t>.</w:t>
            </w:r>
            <w:r w:rsidRPr="006C2798">
              <w:rPr>
                <w:rFonts w:ascii="仿宋_GB2312" w:eastAsia="仿宋_GB2312" w:hAnsi="仿宋_GB2312" w:cs="仿宋_GB2312" w:hint="eastAsia"/>
                <w:szCs w:val="21"/>
              </w:rPr>
              <w:t>享受国家定期抚恤补助的优抚对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象</w:t>
            </w:r>
            <w:r w:rsidRPr="00AF780E">
              <w:rPr>
                <w:rFonts w:ascii="仿宋_GB2312" w:eastAsia="仿宋_GB2312" w:hAnsi="仿宋_GB2312" w:cs="仿宋_GB2312" w:hint="eastAsia"/>
                <w:szCs w:val="21"/>
              </w:rPr>
              <w:t>子女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 w:rsidRPr="00AF780E">
              <w:rPr>
                <w:rFonts w:ascii="仿宋_GB2312" w:eastAsia="仿宋_GB2312" w:hAnsi="仿宋_GB2312" w:cs="仿宋_GB2312"/>
                <w:b/>
                <w:szCs w:val="21"/>
              </w:rPr>
              <w:t>10</w:t>
            </w:r>
            <w:r>
              <w:rPr>
                <w:rFonts w:ascii="仿宋_GB2312" w:eastAsia="仿宋_GB2312" w:hAnsi="仿宋_GB2312" w:cs="仿宋_GB2312"/>
                <w:szCs w:val="21"/>
              </w:rPr>
              <w:t>.</w:t>
            </w:r>
            <w:r w:rsidRPr="00AF780E">
              <w:rPr>
                <w:rFonts w:ascii="仿宋_GB2312" w:eastAsia="仿宋_GB2312" w:hAnsi="仿宋_GB2312" w:cs="仿宋_GB2312" w:hint="eastAsia"/>
                <w:szCs w:val="21"/>
              </w:rPr>
              <w:t>因公牺牲警察子女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</w:p>
        </w:tc>
      </w:tr>
      <w:tr w:rsidR="007B0FB9" w:rsidRPr="00262007" w:rsidTr="001F4F44">
        <w:trPr>
          <w:cantSplit/>
          <w:trHeight w:val="472"/>
          <w:jc w:val="center"/>
        </w:trPr>
        <w:tc>
          <w:tcPr>
            <w:tcW w:w="587" w:type="dxa"/>
            <w:vMerge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 w:rsidP="00EE369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  <w:tc>
          <w:tcPr>
            <w:tcW w:w="8930" w:type="dxa"/>
            <w:gridSpan w:val="22"/>
            <w:vAlign w:val="center"/>
          </w:tcPr>
          <w:p w:rsidR="007B0FB9" w:rsidRDefault="007B0FB9" w:rsidP="004831D2">
            <w:pPr>
              <w:spacing w:line="300" w:lineRule="exac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本人残疾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□是□否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   2.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学生本人患重大疾病□是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</w:p>
        </w:tc>
      </w:tr>
      <w:tr w:rsidR="007B0FB9" w:rsidRPr="00262007" w:rsidTr="001F4F44">
        <w:trPr>
          <w:cantSplit/>
          <w:trHeight w:val="583"/>
          <w:jc w:val="center"/>
        </w:trPr>
        <w:tc>
          <w:tcPr>
            <w:tcW w:w="587" w:type="dxa"/>
            <w:vMerge w:val="restart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家庭信息</w:t>
            </w:r>
          </w:p>
        </w:tc>
        <w:tc>
          <w:tcPr>
            <w:tcW w:w="1134" w:type="dxa"/>
            <w:vAlign w:val="center"/>
          </w:tcPr>
          <w:p w:rsidR="007B0FB9" w:rsidRDefault="007B0FB9" w:rsidP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户籍地址</w:t>
            </w:r>
          </w:p>
        </w:tc>
        <w:tc>
          <w:tcPr>
            <w:tcW w:w="8930" w:type="dxa"/>
            <w:gridSpan w:val="22"/>
            <w:vAlign w:val="center"/>
          </w:tcPr>
          <w:p w:rsidR="007B0FB9" w:rsidRPr="00CF06B3" w:rsidRDefault="007B0FB9" w:rsidP="002D14B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iCs/>
                <w:szCs w:val="21"/>
              </w:rPr>
              <w:t xml:space="preserve">    </w:t>
            </w: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省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（自治区）</w:t>
            </w:r>
            <w:r w:rsidRPr="00CF06B3">
              <w:rPr>
                <w:rFonts w:ascii="仿宋_GB2312" w:eastAsia="仿宋_GB2312" w:hAnsi="仿宋_GB2312" w:cs="仿宋_GB2312"/>
                <w:iCs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/>
                <w:iCs/>
                <w:szCs w:val="21"/>
              </w:rPr>
              <w:t xml:space="preserve">  </w:t>
            </w: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市</w:t>
            </w:r>
            <w:r w:rsidRPr="00CF06B3">
              <w:rPr>
                <w:rFonts w:ascii="仿宋_GB2312" w:eastAsia="仿宋_GB2312" w:hAnsi="仿宋_GB2312" w:cs="仿宋_GB2312"/>
                <w:iCs/>
                <w:szCs w:val="21"/>
              </w:rPr>
              <w:t xml:space="preserve">     </w:t>
            </w: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县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（市、区）</w:t>
            </w:r>
            <w:r w:rsidRPr="00CF06B3">
              <w:rPr>
                <w:rFonts w:ascii="仿宋_GB2312" w:eastAsia="仿宋_GB2312" w:hAnsi="仿宋_GB2312" w:cs="仿宋_GB2312"/>
                <w:iCs/>
                <w:szCs w:val="21"/>
              </w:rPr>
              <w:t xml:space="preserve">    </w:t>
            </w:r>
            <w:r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镇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（街道）</w:t>
            </w:r>
            <w:r>
              <w:rPr>
                <w:rFonts w:ascii="仿宋_GB2312" w:eastAsia="仿宋_GB2312" w:hAnsi="仿宋_GB2312" w:cs="仿宋_GB2312"/>
                <w:iCs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>村（居委）</w:t>
            </w:r>
            <w:r>
              <w:rPr>
                <w:rFonts w:ascii="仿宋_GB2312" w:eastAsia="仿宋_GB2312" w:hAnsi="仿宋_GB2312" w:cs="仿宋_GB2312"/>
                <w:iCs/>
                <w:szCs w:val="21"/>
              </w:rPr>
              <w:t xml:space="preserve">         </w:t>
            </w:r>
            <w:r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（门牌号）</w:t>
            </w:r>
          </w:p>
        </w:tc>
      </w:tr>
      <w:tr w:rsidR="007B0FB9" w:rsidRPr="00262007" w:rsidTr="001F4F44">
        <w:trPr>
          <w:cantSplit/>
          <w:trHeight w:val="433"/>
          <w:jc w:val="center"/>
        </w:trPr>
        <w:tc>
          <w:tcPr>
            <w:tcW w:w="587" w:type="dxa"/>
            <w:vMerge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49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51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家庭电话</w:t>
            </w:r>
          </w:p>
        </w:tc>
        <w:tc>
          <w:tcPr>
            <w:tcW w:w="1790" w:type="dxa"/>
            <w:gridSpan w:val="5"/>
            <w:vAlign w:val="center"/>
          </w:tcPr>
          <w:p w:rsidR="007B0FB9" w:rsidRDefault="007B0FB9" w:rsidP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7B0FB9" w:rsidRDefault="007B0FB9" w:rsidP="00D0118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家庭人均年收入</w:t>
            </w:r>
          </w:p>
        </w:tc>
        <w:tc>
          <w:tcPr>
            <w:tcW w:w="2794" w:type="dxa"/>
            <w:gridSpan w:val="5"/>
            <w:vAlign w:val="center"/>
          </w:tcPr>
          <w:p w:rsidR="007B0FB9" w:rsidRDefault="007B0FB9" w:rsidP="000D3461">
            <w:pPr>
              <w:spacing w:line="300" w:lineRule="exact"/>
              <w:jc w:val="righ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（人民币元）</w:t>
            </w:r>
          </w:p>
        </w:tc>
      </w:tr>
      <w:tr w:rsidR="007B0FB9" w:rsidRPr="00262007" w:rsidTr="001F4F44">
        <w:trPr>
          <w:cantSplit/>
          <w:trHeight w:val="471"/>
          <w:jc w:val="center"/>
        </w:trPr>
        <w:tc>
          <w:tcPr>
            <w:tcW w:w="587" w:type="dxa"/>
            <w:vMerge w:val="restart"/>
            <w:textDirection w:val="tbRlV"/>
            <w:vAlign w:val="center"/>
          </w:tcPr>
          <w:p w:rsidR="007B0FB9" w:rsidRDefault="007B0FB9">
            <w:pPr>
              <w:spacing w:line="300" w:lineRule="exact"/>
              <w:ind w:left="113" w:right="113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77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年龄</w:t>
            </w:r>
          </w:p>
        </w:tc>
        <w:tc>
          <w:tcPr>
            <w:tcW w:w="86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与学生</w:t>
            </w:r>
          </w:p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关系</w:t>
            </w:r>
          </w:p>
        </w:tc>
        <w:tc>
          <w:tcPr>
            <w:tcW w:w="1871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工作（学习）单位</w:t>
            </w:r>
          </w:p>
        </w:tc>
        <w:tc>
          <w:tcPr>
            <w:tcW w:w="1569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859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从业</w:t>
            </w:r>
          </w:p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74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文化程度</w:t>
            </w:r>
          </w:p>
        </w:tc>
        <w:tc>
          <w:tcPr>
            <w:tcW w:w="1115" w:type="dxa"/>
            <w:gridSpan w:val="3"/>
            <w:vAlign w:val="center"/>
          </w:tcPr>
          <w:p w:rsidR="007B0FB9" w:rsidRDefault="007B0FB9" w:rsidP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年收入（元）</w:t>
            </w:r>
          </w:p>
        </w:tc>
        <w:tc>
          <w:tcPr>
            <w:tcW w:w="1134" w:type="dxa"/>
            <w:vAlign w:val="center"/>
          </w:tcPr>
          <w:p w:rsidR="007B0FB9" w:rsidRDefault="007B0FB9" w:rsidP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</w:tr>
      <w:tr w:rsidR="007B0FB9" w:rsidRPr="00262007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7B0FB9" w:rsidRDefault="007B0FB9" w:rsidP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588"/>
          <w:jc w:val="center"/>
        </w:trPr>
        <w:tc>
          <w:tcPr>
            <w:tcW w:w="587" w:type="dxa"/>
            <w:vMerge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64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71" w:type="dxa"/>
            <w:gridSpan w:val="6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69" w:type="dxa"/>
            <w:gridSpan w:val="5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59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44" w:type="dxa"/>
            <w:gridSpan w:val="2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15" w:type="dxa"/>
            <w:gridSpan w:val="3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B0FB9" w:rsidRPr="00262007" w:rsidTr="001F4F44">
        <w:trPr>
          <w:cantSplit/>
          <w:trHeight w:val="6090"/>
          <w:jc w:val="center"/>
        </w:trPr>
        <w:tc>
          <w:tcPr>
            <w:tcW w:w="587" w:type="dxa"/>
            <w:vAlign w:val="center"/>
          </w:tcPr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影响家庭经济</w:t>
            </w:r>
          </w:p>
          <w:p w:rsidR="007B0FB9" w:rsidRDefault="007B0FB9">
            <w:pPr>
              <w:spacing w:line="3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状况有关信息</w:t>
            </w:r>
          </w:p>
        </w:tc>
        <w:tc>
          <w:tcPr>
            <w:tcW w:w="10064" w:type="dxa"/>
            <w:gridSpan w:val="23"/>
            <w:vAlign w:val="center"/>
          </w:tcPr>
          <w:p w:rsidR="007B0FB9" w:rsidRPr="006541CC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b/>
                <w:iCs/>
              </w:rPr>
            </w:pPr>
            <w:r w:rsidRPr="006541CC">
              <w:rPr>
                <w:rFonts w:ascii="仿宋_GB2312" w:eastAsia="仿宋_GB2312" w:hAnsi="仿宋_GB2312" w:cs="仿宋_GB2312" w:hint="eastAsia"/>
                <w:b/>
              </w:rPr>
              <w:t>家庭主要收入来源类型</w:t>
            </w:r>
            <w:r w:rsidRPr="006541CC">
              <w:rPr>
                <w:rFonts w:ascii="仿宋_GB2312" w:eastAsia="仿宋_GB2312" w:hAnsi="仿宋_GB2312" w:cs="仿宋_GB2312" w:hint="eastAsia"/>
                <w:b/>
                <w:iCs/>
              </w:rPr>
              <w:t>（只能勾选填其中一项）</w:t>
            </w:r>
          </w:p>
          <w:p w:rsidR="007B0FB9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Pr="00251B6B">
              <w:rPr>
                <w:rFonts w:ascii="仿宋_GB2312" w:eastAsia="仿宋_GB2312" w:hAnsi="仿宋_GB2312" w:cs="仿宋_GB2312"/>
                <w:iCs/>
                <w:szCs w:val="21"/>
              </w:rPr>
              <w:t>1.</w:t>
            </w:r>
            <w:r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工资、奖金、津贴、补贴和其他劳动收入；</w:t>
            </w:r>
          </w:p>
          <w:p w:rsidR="007B0FB9" w:rsidRPr="00251B6B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Pr="00251B6B"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>2.</w:t>
            </w:r>
            <w:r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离退休金、基本养老金、基本生活费、失业保险金；</w:t>
            </w:r>
          </w:p>
          <w:p w:rsidR="007B0FB9" w:rsidRPr="004831D2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 w:rsidRPr="00B81BCC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 w:rsidRPr="004831D2"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>3.</w:t>
            </w:r>
            <w:r w:rsidRPr="004831D2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继承、接受赠予、出租或出售家庭财产获得的收入；</w:t>
            </w:r>
          </w:p>
          <w:p w:rsidR="007B0FB9" w:rsidRPr="004831D2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 w:rsidRPr="004831D2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□</w:t>
            </w:r>
            <w:r w:rsidRPr="004831D2"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>4.</w:t>
            </w:r>
            <w:r w:rsidRPr="004831D2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存款及利息，有价证券及红利、股票</w:t>
            </w:r>
            <w:r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等</w:t>
            </w:r>
            <w:r w:rsidRPr="004831D2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收入；</w:t>
            </w:r>
            <w:bookmarkStart w:id="0" w:name="_GoBack"/>
            <w:bookmarkEnd w:id="0"/>
          </w:p>
          <w:p w:rsidR="007B0FB9" w:rsidRPr="00251B6B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Pr="00251B6B"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>5.</w:t>
            </w:r>
            <w:r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经商、办厂以及从事种植业、养殖业、加工业扣除必要成本后的收入；</w:t>
            </w:r>
          </w:p>
          <w:p w:rsidR="007B0FB9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Pr="00251B6B"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>6.</w:t>
            </w:r>
            <w:r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赡养费、抚</w:t>
            </w:r>
            <w:r w:rsidRPr="00251B6B"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>(</w:t>
            </w:r>
            <w:r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扶</w:t>
            </w:r>
            <w:r w:rsidRPr="00251B6B"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>)</w:t>
            </w:r>
            <w:r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养费；</w:t>
            </w:r>
            <w:r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 xml:space="preserve">           </w:t>
            </w:r>
          </w:p>
          <w:p w:rsidR="007B0FB9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Pr="00251B6B"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>7.</w:t>
            </w:r>
            <w:r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自谋职业收入；</w:t>
            </w:r>
            <w:r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 xml:space="preserve">           </w:t>
            </w:r>
          </w:p>
          <w:p w:rsidR="007B0FB9" w:rsidRPr="00256B3D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</w:t>
            </w:r>
            <w:r w:rsidRPr="00251B6B">
              <w:rPr>
                <w:rFonts w:ascii="仿宋_GB2312" w:eastAsia="仿宋_GB2312" w:hAnsi="仿宋_GB2312" w:cs="仿宋_GB2312"/>
                <w:iCs/>
                <w:color w:val="000000"/>
                <w:szCs w:val="21"/>
                <w:shd w:val="clear" w:color="auto" w:fill="FFFFFF"/>
              </w:rPr>
              <w:t>8.</w:t>
            </w:r>
            <w:r w:rsidRPr="00251B6B">
              <w:rPr>
                <w:rFonts w:ascii="仿宋_GB2312" w:eastAsia="仿宋_GB2312" w:hAnsi="仿宋_GB2312" w:cs="仿宋_GB2312" w:hint="eastAsia"/>
                <w:iCs/>
                <w:color w:val="000000"/>
                <w:szCs w:val="21"/>
                <w:shd w:val="clear" w:color="auto" w:fill="FFFFFF"/>
              </w:rPr>
              <w:t>其他应当计入家庭的收入</w:t>
            </w:r>
            <w:r w:rsidRPr="00251B6B"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7B0FB9" w:rsidRPr="00AC655F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b/>
              </w:rPr>
            </w:pPr>
            <w:r w:rsidRPr="00AC655F">
              <w:rPr>
                <w:rFonts w:ascii="仿宋_GB2312" w:eastAsia="仿宋_GB2312" w:hAnsi="仿宋_GB2312" w:cs="仿宋_GB2312" w:hint="eastAsia"/>
                <w:b/>
              </w:rPr>
              <w:t>如无以下情形，只需</w:t>
            </w:r>
            <w:r>
              <w:rPr>
                <w:rFonts w:ascii="仿宋_GB2312" w:eastAsia="仿宋_GB2312" w:hAnsi="仿宋_GB2312" w:cs="仿宋_GB2312" w:hint="eastAsia"/>
                <w:b/>
              </w:rPr>
              <w:t>勾选“否”和</w:t>
            </w:r>
            <w:r w:rsidRPr="00AC655F">
              <w:rPr>
                <w:rFonts w:ascii="仿宋_GB2312" w:eastAsia="仿宋_GB2312" w:hAnsi="仿宋_GB2312" w:cs="仿宋_GB2312" w:hint="eastAsia"/>
                <w:b/>
              </w:rPr>
              <w:t>填写“无”</w:t>
            </w:r>
          </w:p>
          <w:p w:rsidR="007B0FB9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1.</w:t>
            </w:r>
            <w:r>
              <w:rPr>
                <w:rFonts w:ascii="仿宋_GB2312" w:eastAsia="仿宋_GB2312" w:hAnsi="仿宋_GB2312" w:cs="仿宋_GB2312" w:hint="eastAsia"/>
              </w:rPr>
              <w:t>突发事件</w:t>
            </w:r>
          </w:p>
          <w:p w:rsidR="007B0FB9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sz w:val="2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家庭遭受自然灾害：</w:t>
            </w:r>
            <w:r w:rsidRPr="00255AC0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>
              <w:rPr>
                <w:rFonts w:ascii="仿宋_GB2312" w:eastAsia="仿宋_GB2312" w:hAnsi="仿宋_GB2312" w:cs="仿宋_GB2312"/>
                <w:iCs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Cs/>
              </w:rPr>
              <w:t>是</w:t>
            </w:r>
            <w:r>
              <w:rPr>
                <w:rFonts w:ascii="仿宋_GB2312" w:eastAsia="仿宋_GB2312" w:hAnsi="仿宋_GB2312" w:cs="仿宋_GB2312"/>
                <w:iCs/>
              </w:rPr>
              <w:t xml:space="preserve"> </w:t>
            </w:r>
            <w:r w:rsidRPr="00B81BCC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>
              <w:rPr>
                <w:rFonts w:ascii="仿宋_GB2312" w:eastAsia="仿宋_GB2312" w:hAnsi="仿宋_GB2312" w:cs="仿宋_GB2312"/>
                <w:sz w:val="2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否；</w:t>
            </w:r>
            <w:r w:rsidRPr="00A56888">
              <w:rPr>
                <w:rFonts w:ascii="仿宋_GB2312" w:eastAsia="仿宋_GB2312" w:hAnsi="仿宋_GB2312" w:cs="仿宋_GB2312" w:hint="eastAsia"/>
              </w:rPr>
              <w:t>家庭遭受突发意外事件</w:t>
            </w:r>
            <w:r>
              <w:rPr>
                <w:rFonts w:ascii="仿宋_GB2312" w:eastAsia="仿宋_GB2312" w:hAnsi="仿宋_GB2312" w:cs="仿宋_GB2312" w:hint="eastAsia"/>
              </w:rPr>
              <w:t>：</w:t>
            </w:r>
            <w:r w:rsidRPr="00255AC0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>
              <w:rPr>
                <w:rFonts w:ascii="仿宋_GB2312" w:eastAsia="仿宋_GB2312" w:hAnsi="仿宋_GB2312" w:cs="仿宋_GB2312"/>
                <w:iCs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Cs/>
              </w:rPr>
              <w:t>是</w:t>
            </w:r>
            <w:r>
              <w:rPr>
                <w:rFonts w:ascii="仿宋_GB2312" w:eastAsia="仿宋_GB2312" w:hAnsi="仿宋_GB2312" w:cs="仿宋_GB2312"/>
                <w:iCs/>
              </w:rPr>
              <w:t xml:space="preserve"> </w:t>
            </w:r>
            <w:r w:rsidRPr="00B81BCC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>
              <w:rPr>
                <w:rFonts w:ascii="仿宋_GB2312" w:eastAsia="仿宋_GB2312" w:hAnsi="仿宋_GB2312" w:cs="仿宋_GB2312"/>
                <w:sz w:val="2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否；家庭欠债：</w:t>
            </w:r>
            <w:r w:rsidRPr="00255AC0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>
              <w:rPr>
                <w:rFonts w:ascii="仿宋_GB2312" w:eastAsia="仿宋_GB2312" w:hAnsi="仿宋_GB2312" w:cs="仿宋_GB2312"/>
                <w:iCs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Cs/>
              </w:rPr>
              <w:t>是</w:t>
            </w:r>
            <w:r>
              <w:rPr>
                <w:rFonts w:ascii="仿宋_GB2312" w:eastAsia="仿宋_GB2312" w:hAnsi="仿宋_GB2312" w:cs="仿宋_GB2312"/>
                <w:iCs/>
              </w:rPr>
              <w:t xml:space="preserve"> </w:t>
            </w:r>
            <w:r w:rsidRPr="00B81BCC"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□</w:t>
            </w:r>
            <w:r>
              <w:rPr>
                <w:rFonts w:ascii="仿宋_GB2312" w:eastAsia="仿宋_GB2312" w:hAnsi="仿宋_GB2312" w:cs="仿宋_GB2312"/>
                <w:sz w:val="2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0"/>
                <w:szCs w:val="21"/>
              </w:rPr>
              <w:t>否。</w:t>
            </w:r>
          </w:p>
          <w:p w:rsidR="007B0FB9" w:rsidRPr="00255AC0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b/>
              </w:rPr>
            </w:pPr>
            <w:r>
              <w:rPr>
                <w:rFonts w:ascii="仿宋_GB2312" w:eastAsia="仿宋_GB2312" w:hAnsi="仿宋_GB2312" w:cs="仿宋_GB2312" w:hint="eastAsia"/>
              </w:rPr>
              <w:t>具体时间：</w:t>
            </w:r>
            <w:r w:rsidRPr="00255AC0">
              <w:rPr>
                <w:rFonts w:ascii="仿宋_GB2312" w:eastAsia="仿宋_GB2312" w:hAnsi="仿宋_GB2312" w:cs="仿宋_GB2312"/>
                <w:iCs/>
              </w:rPr>
              <w:t xml:space="preserve"> </w:t>
            </w:r>
            <w:r w:rsidRPr="00A56888"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     </w:t>
            </w:r>
            <w:r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                     </w:t>
            </w:r>
            <w:r w:rsidRPr="00A56888"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 </w:t>
            </w:r>
            <w:r w:rsidRPr="00A56888"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       </w:t>
            </w:r>
            <w:r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</w:t>
            </w:r>
            <w:r w:rsidRPr="00A56888"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</w:t>
            </w:r>
            <w:r w:rsidRPr="00A56888"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           </w:t>
            </w:r>
            <w:r w:rsidRPr="00A56888">
              <w:rPr>
                <w:rFonts w:ascii="仿宋_GB2312" w:eastAsia="仿宋_GB2312" w:hAnsi="仿宋_GB2312" w:cs="仿宋_GB2312"/>
                <w:u w:val="single"/>
              </w:rPr>
              <w:t xml:space="preserve"> </w:t>
            </w:r>
            <w:r w:rsidRPr="00A56888"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7B0FB9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</w:rPr>
            </w:pPr>
            <w:r w:rsidRPr="00AC655F">
              <w:rPr>
                <w:rFonts w:ascii="仿宋_GB2312" w:eastAsia="仿宋_GB2312" w:hAnsi="仿宋_GB2312" w:cs="仿宋_GB2312" w:hint="eastAsia"/>
              </w:rPr>
              <w:t>描述情况内容、金额</w:t>
            </w:r>
            <w:r w:rsidRPr="00AC655F">
              <w:rPr>
                <w:rFonts w:ascii="仿宋_GB2312" w:eastAsia="仿宋_GB2312" w:hAnsi="仿宋_GB2312" w:cs="仿宋_GB2312" w:hint="eastAsia"/>
                <w:iCs/>
              </w:rPr>
              <w:t>：</w:t>
            </w:r>
            <w:r w:rsidRPr="00AC655F">
              <w:rPr>
                <w:rFonts w:ascii="仿宋_GB2312" w:eastAsia="仿宋_GB2312" w:hAnsi="仿宋_GB2312" w:cs="仿宋_GB2312"/>
                <w:iCs/>
              </w:rPr>
              <w:t xml:space="preserve"> </w:t>
            </w:r>
            <w:r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                </w:t>
            </w:r>
            <w:r w:rsidRPr="00A56888"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</w:t>
            </w:r>
            <w:r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 </w:t>
            </w:r>
            <w:r w:rsidRPr="00A56888"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       </w:t>
            </w:r>
            <w:r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</w:t>
            </w:r>
            <w:r w:rsidRPr="00A56888"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</w:t>
            </w:r>
            <w:r w:rsidRPr="00A56888"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</w:t>
            </w:r>
            <w:r w:rsidRPr="00A56888"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          </w:t>
            </w:r>
            <w:r w:rsidRPr="00A56888">
              <w:rPr>
                <w:rFonts w:ascii="仿宋_GB2312" w:eastAsia="仿宋_GB2312" w:hAnsi="仿宋_GB2312" w:cs="仿宋_GB2312"/>
                <w:u w:val="single"/>
              </w:rPr>
              <w:t xml:space="preserve"> </w:t>
            </w:r>
            <w:r w:rsidRPr="00A56888"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7B0FB9" w:rsidRDefault="007B0FB9" w:rsidP="00262007">
            <w:pPr>
              <w:spacing w:beforeLines="50" w:afterLines="5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</w:rPr>
              <w:t>2.</w:t>
            </w:r>
            <w:r>
              <w:rPr>
                <w:rFonts w:ascii="仿宋_GB2312" w:eastAsia="仿宋_GB2312" w:hAnsi="仿宋_GB2312" w:cs="仿宋_GB2312" w:hint="eastAsia"/>
              </w:rPr>
              <w:t>其他情况：</w:t>
            </w:r>
            <w:r>
              <w:rPr>
                <w:rFonts w:ascii="仿宋_GB2312" w:eastAsia="仿宋_GB2312" w:hAnsi="仿宋_GB2312" w:cs="仿宋_GB2312"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/>
                <w:i/>
                <w:iCs/>
                <w:u w:val="single"/>
              </w:rPr>
              <w:t xml:space="preserve">                                                      </w:t>
            </w:r>
            <w:r>
              <w:rPr>
                <w:rFonts w:ascii="仿宋_GB2312" w:eastAsia="仿宋_GB2312" w:hAnsi="仿宋_GB2312" w:cs="仿宋_GB2312"/>
                <w:u w:val="single"/>
              </w:rPr>
              <w:t xml:space="preserve">                    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</w:tc>
      </w:tr>
      <w:tr w:rsidR="007B0FB9" w:rsidRPr="00262007" w:rsidTr="001F4F44">
        <w:trPr>
          <w:cantSplit/>
          <w:trHeight w:val="1270"/>
          <w:jc w:val="center"/>
        </w:trPr>
        <w:tc>
          <w:tcPr>
            <w:tcW w:w="587" w:type="dxa"/>
            <w:textDirection w:val="tbRlV"/>
            <w:vAlign w:val="center"/>
          </w:tcPr>
          <w:p w:rsidR="007B0FB9" w:rsidRPr="00262007" w:rsidRDefault="007B0FB9" w:rsidP="00936FF4">
            <w:pPr>
              <w:spacing w:line="300" w:lineRule="exact"/>
              <w:ind w:left="113" w:right="113"/>
              <w:jc w:val="center"/>
              <w:rPr>
                <w:rFonts w:ascii="宋体"/>
                <w:b/>
                <w:bCs/>
                <w:szCs w:val="21"/>
              </w:rPr>
            </w:pPr>
            <w:r w:rsidRPr="00262007">
              <w:rPr>
                <w:rFonts w:ascii="宋体" w:hAnsi="宋体" w:hint="eastAsia"/>
                <w:b/>
                <w:bCs/>
                <w:szCs w:val="21"/>
              </w:rPr>
              <w:t>证明材料</w:t>
            </w:r>
          </w:p>
        </w:tc>
        <w:tc>
          <w:tcPr>
            <w:tcW w:w="10064" w:type="dxa"/>
            <w:gridSpan w:val="23"/>
            <w:vAlign w:val="center"/>
          </w:tcPr>
          <w:p w:rsidR="007B0FB9" w:rsidRDefault="007B0FB9" w:rsidP="00E73347">
            <w:pPr>
              <w:spacing w:line="300" w:lineRule="exact"/>
              <w:rPr>
                <w:rFonts w:ascii="仿宋_GB2312" w:eastAsia="仿宋_GB2312" w:hAnsi="仿宋_GB2312" w:cs="仿宋_GB2312"/>
                <w:iCs/>
              </w:rPr>
            </w:pPr>
            <w:r w:rsidRPr="00E73347">
              <w:rPr>
                <w:rFonts w:ascii="仿宋_GB2312" w:eastAsia="仿宋_GB2312" w:hAnsi="仿宋_GB2312" w:cs="仿宋_GB2312" w:hint="eastAsia"/>
                <w:iCs/>
              </w:rPr>
              <w:t>学生或监护人填写所提交的证件名称和相关证明材料</w:t>
            </w:r>
            <w:r>
              <w:rPr>
                <w:rFonts w:ascii="仿宋_GB2312" w:eastAsia="仿宋_GB2312" w:hAnsi="仿宋_GB2312" w:cs="仿宋_GB2312" w:hint="eastAsia"/>
                <w:iCs/>
              </w:rPr>
              <w:t>：</w:t>
            </w:r>
          </w:p>
          <w:p w:rsidR="007B0FB9" w:rsidRDefault="007B0FB9" w:rsidP="00E73347">
            <w:pPr>
              <w:spacing w:line="300" w:lineRule="exact"/>
              <w:rPr>
                <w:rFonts w:ascii="仿宋_GB2312" w:eastAsia="仿宋_GB2312" w:hAnsi="仿宋_GB2312" w:cs="仿宋_GB2312"/>
                <w:iCs/>
              </w:rPr>
            </w:pPr>
          </w:p>
          <w:p w:rsidR="007B0FB9" w:rsidRPr="00E73347" w:rsidRDefault="007B0FB9" w:rsidP="00E73347">
            <w:pPr>
              <w:spacing w:line="300" w:lineRule="exact"/>
              <w:rPr>
                <w:rFonts w:ascii="仿宋_GB2312" w:eastAsia="仿宋_GB2312" w:hAnsi="仿宋_GB2312" w:cs="仿宋_GB2312"/>
              </w:rPr>
            </w:pPr>
          </w:p>
        </w:tc>
      </w:tr>
      <w:tr w:rsidR="007B0FB9" w:rsidRPr="00262007" w:rsidTr="001F4F44">
        <w:trPr>
          <w:cantSplit/>
          <w:trHeight w:val="635"/>
          <w:jc w:val="center"/>
        </w:trPr>
        <w:tc>
          <w:tcPr>
            <w:tcW w:w="587" w:type="dxa"/>
            <w:vMerge w:val="restart"/>
            <w:textDirection w:val="tbRlV"/>
            <w:vAlign w:val="center"/>
          </w:tcPr>
          <w:p w:rsidR="007B0FB9" w:rsidRPr="00262007" w:rsidRDefault="007B0FB9" w:rsidP="00936FF4">
            <w:pPr>
              <w:spacing w:line="300" w:lineRule="exact"/>
              <w:ind w:left="113" w:right="113"/>
              <w:jc w:val="center"/>
              <w:rPr>
                <w:rFonts w:ascii="宋体"/>
                <w:b/>
                <w:bCs/>
                <w:szCs w:val="21"/>
              </w:rPr>
            </w:pPr>
            <w:r w:rsidRPr="00262007">
              <w:rPr>
                <w:rFonts w:ascii="宋体" w:hAnsi="宋体" w:hint="eastAsia"/>
                <w:b/>
                <w:bCs/>
                <w:szCs w:val="21"/>
              </w:rPr>
              <w:t>签</w:t>
            </w:r>
            <w:r w:rsidRPr="00262007">
              <w:rPr>
                <w:rFonts w:ascii="宋体" w:hAnsi="宋体"/>
                <w:b/>
                <w:bCs/>
                <w:szCs w:val="21"/>
              </w:rPr>
              <w:t xml:space="preserve"> </w:t>
            </w:r>
            <w:r w:rsidRPr="00262007">
              <w:rPr>
                <w:rFonts w:ascii="宋体" w:hAnsi="宋体" w:hint="eastAsia"/>
                <w:b/>
                <w:bCs/>
                <w:szCs w:val="21"/>
              </w:rPr>
              <w:t>章</w:t>
            </w:r>
          </w:p>
        </w:tc>
        <w:tc>
          <w:tcPr>
            <w:tcW w:w="10064" w:type="dxa"/>
            <w:gridSpan w:val="23"/>
            <w:vAlign w:val="center"/>
          </w:tcPr>
          <w:p w:rsidR="007B0FB9" w:rsidRPr="0058478B" w:rsidRDefault="007B0FB9" w:rsidP="007B0FB9">
            <w:pPr>
              <w:spacing w:line="300" w:lineRule="exact"/>
              <w:ind w:firstLineChars="200" w:firstLine="31680"/>
              <w:rPr>
                <w:rFonts w:ascii="仿宋_GB2312" w:eastAsia="仿宋_GB2312" w:hAnsi="仿宋_GB2312" w:cs="仿宋_GB2312"/>
                <w:i/>
                <w:iCs/>
                <w:u w:val="single"/>
              </w:rPr>
            </w:pPr>
            <w:r w:rsidRPr="00262007">
              <w:rPr>
                <w:rFonts w:hint="eastAsia"/>
              </w:rPr>
              <w:t>学生本人已满</w:t>
            </w:r>
            <w:r w:rsidRPr="00262007">
              <w:t>16</w:t>
            </w:r>
            <w:r w:rsidRPr="00262007">
              <w:rPr>
                <w:rFonts w:hint="eastAsia"/>
              </w:rPr>
              <w:t>周岁，只需本人签名；学生本人未满</w:t>
            </w:r>
            <w:r w:rsidRPr="00262007">
              <w:t>16</w:t>
            </w:r>
            <w:r w:rsidRPr="00262007">
              <w:rPr>
                <w:rFonts w:hint="eastAsia"/>
              </w:rPr>
              <w:t>周岁，需由学生家长或监护人签名。</w:t>
            </w:r>
          </w:p>
        </w:tc>
      </w:tr>
      <w:tr w:rsidR="007B0FB9" w:rsidRPr="00262007" w:rsidTr="001F4F44">
        <w:trPr>
          <w:cantSplit/>
          <w:trHeight w:val="3685"/>
          <w:jc w:val="center"/>
        </w:trPr>
        <w:tc>
          <w:tcPr>
            <w:tcW w:w="587" w:type="dxa"/>
            <w:vMerge/>
            <w:textDirection w:val="tbRlV"/>
            <w:vAlign w:val="center"/>
          </w:tcPr>
          <w:p w:rsidR="007B0FB9" w:rsidRDefault="007B0FB9" w:rsidP="00936FF4">
            <w:pPr>
              <w:spacing w:line="300" w:lineRule="exact"/>
              <w:ind w:left="113" w:right="113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4881" w:type="dxa"/>
            <w:gridSpan w:val="12"/>
            <w:vAlign w:val="center"/>
          </w:tcPr>
          <w:p w:rsidR="007B0FB9" w:rsidRDefault="007B0FB9" w:rsidP="007B0FB9">
            <w:pPr>
              <w:spacing w:line="300" w:lineRule="exact"/>
              <w:ind w:firstLineChars="200" w:firstLine="3168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本人保证以上所填资料真实、准确，并同意授权相关部门通过信息核对，对所填资料进行查询、核对。</w:t>
            </w:r>
          </w:p>
          <w:p w:rsidR="007B0FB9" w:rsidRPr="003F7A06" w:rsidRDefault="007B0FB9" w:rsidP="007B0FB9">
            <w:pPr>
              <w:spacing w:line="300" w:lineRule="exact"/>
              <w:ind w:firstLineChars="200" w:firstLine="3168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如虚报资料，本人愿意承担相关责任。</w:t>
            </w:r>
          </w:p>
          <w:p w:rsidR="007B0FB9" w:rsidRPr="003F7A06" w:rsidRDefault="007B0FB9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7B0FB9" w:rsidRDefault="007B0FB9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7B0FB9" w:rsidRDefault="007B0FB9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7B0FB9" w:rsidRDefault="007B0FB9" w:rsidP="007B0FB9">
            <w:pPr>
              <w:spacing w:line="300" w:lineRule="exact"/>
              <w:ind w:firstLineChars="800" w:firstLine="3168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手写签名：</w:t>
            </w:r>
          </w:p>
          <w:p w:rsidR="007B0FB9" w:rsidRDefault="007B0FB9" w:rsidP="007B0FB9">
            <w:pPr>
              <w:spacing w:line="300" w:lineRule="exact"/>
              <w:ind w:firstLineChars="800" w:firstLine="31680"/>
              <w:rPr>
                <w:rFonts w:ascii="仿宋_GB2312" w:eastAsia="仿宋_GB2312" w:hAnsi="仿宋_GB2312" w:cs="仿宋_GB2312"/>
                <w:szCs w:val="21"/>
              </w:rPr>
            </w:pPr>
          </w:p>
          <w:p w:rsidR="007B0FB9" w:rsidRDefault="007B0FB9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/>
                <w:szCs w:val="21"/>
              </w:rPr>
              <w:t xml:space="preserve">                       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年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月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日</w:t>
            </w:r>
          </w:p>
        </w:tc>
        <w:tc>
          <w:tcPr>
            <w:tcW w:w="5183" w:type="dxa"/>
            <w:gridSpan w:val="11"/>
            <w:vAlign w:val="center"/>
          </w:tcPr>
          <w:p w:rsidR="007B0FB9" w:rsidRDefault="007B0FB9" w:rsidP="007B0FB9">
            <w:pPr>
              <w:spacing w:line="300" w:lineRule="exact"/>
              <w:ind w:firstLineChars="200" w:firstLine="3168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本人是</w:t>
            </w:r>
            <w:r>
              <w:rPr>
                <w:rFonts w:ascii="仿宋_GB2312" w:eastAsia="仿宋_GB2312" w:hAnsi="仿宋_GB2312" w:cs="仿宋_GB2312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</w:rPr>
              <w:t>学生的（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□父亲□母亲□监护人</w:t>
            </w:r>
            <w:r>
              <w:rPr>
                <w:rFonts w:ascii="仿宋_GB2312" w:eastAsia="仿宋_GB2312" w:hAnsi="仿宋_GB2312" w:cs="仿宋_GB2312" w:hint="eastAsia"/>
              </w:rPr>
              <w:t>），以上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所填资料真实、准确，同意授权相关部门通过信息核对，对所填资料进行查询、核对。</w:t>
            </w:r>
          </w:p>
          <w:p w:rsidR="007B0FB9" w:rsidRDefault="007B0FB9" w:rsidP="007B0FB9">
            <w:pPr>
              <w:spacing w:line="300" w:lineRule="exact"/>
              <w:ind w:firstLineChars="200" w:firstLine="3168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如虚报资料，本人愿意承担相关责任。</w:t>
            </w:r>
          </w:p>
          <w:p w:rsidR="007B0FB9" w:rsidRDefault="007B0FB9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7B0FB9" w:rsidRDefault="007B0FB9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7B0FB9" w:rsidRDefault="007B0FB9" w:rsidP="00936FF4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7B0FB9" w:rsidRDefault="007B0FB9" w:rsidP="007B0FB9">
            <w:pPr>
              <w:spacing w:line="300" w:lineRule="exact"/>
              <w:ind w:firstLineChars="450" w:firstLine="3168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学生家长或监护人手写签名：</w:t>
            </w:r>
          </w:p>
          <w:p w:rsidR="007B0FB9" w:rsidRDefault="007B0FB9" w:rsidP="007B0FB9">
            <w:pPr>
              <w:spacing w:line="300" w:lineRule="exact"/>
              <w:ind w:firstLineChars="450" w:firstLine="31680"/>
              <w:rPr>
                <w:rFonts w:ascii="仿宋_GB2312" w:eastAsia="仿宋_GB2312" w:hAnsi="仿宋_GB2312" w:cs="仿宋_GB2312"/>
                <w:szCs w:val="21"/>
              </w:rPr>
            </w:pPr>
          </w:p>
          <w:p w:rsidR="007B0FB9" w:rsidRDefault="007B0FB9" w:rsidP="007B0FB9">
            <w:pPr>
              <w:spacing w:line="300" w:lineRule="exact"/>
              <w:ind w:firstLineChars="1450" w:firstLine="3168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月</w:t>
            </w:r>
            <w:r>
              <w:rPr>
                <w:rFonts w:ascii="仿宋_GB2312" w:eastAsia="仿宋_GB2312" w:hAnsi="仿宋_GB2312" w:cs="仿宋_GB231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日</w:t>
            </w:r>
          </w:p>
        </w:tc>
      </w:tr>
    </w:tbl>
    <w:p w:rsidR="007B0FB9" w:rsidRPr="00EE3694" w:rsidRDefault="007B0FB9" w:rsidP="00EE3694">
      <w:r w:rsidRPr="00EE3694">
        <w:rPr>
          <w:rFonts w:ascii="宋体" w:hAnsi="宋体" w:hint="eastAsia"/>
          <w:bCs/>
          <w:szCs w:val="21"/>
        </w:rPr>
        <w:t>注：</w:t>
      </w:r>
      <w:r w:rsidRPr="00EE3694">
        <w:rPr>
          <w:rFonts w:ascii="宋体" w:hAnsi="宋体"/>
          <w:b/>
          <w:bCs/>
          <w:szCs w:val="21"/>
        </w:rPr>
        <w:t>1.</w:t>
      </w:r>
      <w:r w:rsidRPr="00EE3694">
        <w:rPr>
          <w:rFonts w:ascii="宋体" w:hAnsi="宋体" w:hint="eastAsia"/>
          <w:bCs/>
          <w:szCs w:val="21"/>
        </w:rPr>
        <w:t>本表供学生根据需要申请家庭经济困难认定用，可复印。请如实填写，</w:t>
      </w:r>
      <w:r>
        <w:rPr>
          <w:rFonts w:ascii="宋体" w:hAnsi="宋体" w:hint="eastAsia"/>
          <w:bCs/>
          <w:szCs w:val="21"/>
        </w:rPr>
        <w:t>此表</w:t>
      </w:r>
      <w:r w:rsidRPr="00EE3694">
        <w:rPr>
          <w:rFonts w:ascii="宋体" w:hAnsi="宋体" w:hint="eastAsia"/>
          <w:bCs/>
          <w:szCs w:val="21"/>
        </w:rPr>
        <w:t>连同相关证明材料交到学校。</w:t>
      </w:r>
      <w:r w:rsidRPr="00EE3694">
        <w:rPr>
          <w:b/>
        </w:rPr>
        <w:t>2.</w:t>
      </w:r>
      <w:r w:rsidRPr="00EE3694">
        <w:rPr>
          <w:rFonts w:hint="eastAsia"/>
        </w:rPr>
        <w:t>家庭成员健康状况主要填写是否患重大疾病，是否残疾及等级。</w:t>
      </w:r>
      <w:r w:rsidRPr="00EE3694">
        <w:rPr>
          <w:b/>
        </w:rPr>
        <w:t>3.</w:t>
      </w:r>
      <w:r w:rsidRPr="00EE3694">
        <w:rPr>
          <w:rFonts w:hint="eastAsia"/>
        </w:rPr>
        <w:t>选择性项目必须填写。</w:t>
      </w:r>
      <w:r w:rsidRPr="00EE3694">
        <w:rPr>
          <w:b/>
        </w:rPr>
        <w:t>4.</w:t>
      </w:r>
      <w:r w:rsidRPr="00EE3694">
        <w:rPr>
          <w:rFonts w:hint="eastAsia"/>
        </w:rPr>
        <w:t>涂改无效。</w:t>
      </w:r>
    </w:p>
    <w:sectPr w:rsidR="007B0FB9" w:rsidRPr="00EE3694" w:rsidSect="00051E41">
      <w:footerReference w:type="default" r:id="rId6"/>
      <w:pgSz w:w="11906" w:h="16838"/>
      <w:pgMar w:top="1240" w:right="1063" w:bottom="1440" w:left="118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FB9" w:rsidRDefault="007B0FB9">
      <w:r>
        <w:separator/>
      </w:r>
    </w:p>
  </w:endnote>
  <w:endnote w:type="continuationSeparator" w:id="0">
    <w:p w:rsidR="007B0FB9" w:rsidRDefault="007B0F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FB9" w:rsidRDefault="007B0FB9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192.05pt;margin-top:0;width:2in;height:2in;z-index:251660288;visibility:visible;mso-wrap-style:none;mso-position-horizontal-relative:margin" filled="f" stroked="f" strokeweight=".5pt">
          <v:textbox style="mso-fit-shape-to-text:t" inset="0,0,0,0">
            <w:txbxContent>
              <w:p w:rsidR="007B0FB9" w:rsidRDefault="007B0FB9" w:rsidP="00AB61CA">
                <w:pPr>
                  <w:snapToGrid w:val="0"/>
                  <w:jc w:val="center"/>
                  <w:rPr>
                    <w:sz w:val="18"/>
                  </w:rPr>
                </w:pPr>
                <w:r>
                  <w:rPr>
                    <w:rFonts w:hint="eastAsia"/>
                  </w:rPr>
                  <w:t>第</w:t>
                </w:r>
                <w:r>
                  <w:rPr>
                    <w:sz w:val="18"/>
                  </w:rPr>
                  <w:t xml:space="preserve"> </w:t>
                </w:r>
                <w:r>
                  <w:rPr>
                    <w:sz w:val="18"/>
                  </w:rPr>
                  <w:fldChar w:fldCharType="begin"/>
                </w:r>
                <w:r>
                  <w:rPr>
                    <w:sz w:val="18"/>
                  </w:rPr>
                  <w:instrText xml:space="preserve"> PAGE  \* MERGEFORMAT </w:instrText>
                </w:r>
                <w:r>
                  <w:rPr>
                    <w:sz w:val="18"/>
                  </w:rPr>
                  <w:fldChar w:fldCharType="separate"/>
                </w:r>
                <w:r>
                  <w:rPr>
                    <w:noProof/>
                    <w:sz w:val="18"/>
                  </w:rPr>
                  <w:t>2</w:t>
                </w:r>
                <w:r>
                  <w:rPr>
                    <w:sz w:val="18"/>
                  </w:rPr>
                  <w:fldChar w:fldCharType="end"/>
                </w:r>
                <w:r>
                  <w:rPr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  <w:r>
                  <w:rPr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共</w:t>
                </w:r>
                <w:r>
                  <w:rPr>
                    <w:sz w:val="18"/>
                  </w:rPr>
                  <w:t xml:space="preserve"> </w:t>
                </w:r>
                <w:fldSimple w:instr=" NUMPAGES  \* MERGEFORMAT ">
                  <w:r>
                    <w:rPr>
                      <w:noProof/>
                      <w:sz w:val="18"/>
                    </w:rPr>
                    <w:t>2</w:t>
                  </w:r>
                </w:fldSimple>
                <w:r>
                  <w:rPr>
                    <w:sz w:val="18"/>
                  </w:rPr>
                  <w:t xml:space="preserve"> </w:t>
                </w:r>
                <w:r>
                  <w:rPr>
                    <w:rFonts w:hint="eastAsia"/>
                    <w:sz w:val="18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FB9" w:rsidRDefault="007B0FB9">
      <w:r>
        <w:separator/>
      </w:r>
    </w:p>
  </w:footnote>
  <w:footnote w:type="continuationSeparator" w:id="0">
    <w:p w:rsidR="007B0FB9" w:rsidRDefault="007B0F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31DA"/>
    <w:rsid w:val="00003D4B"/>
    <w:rsid w:val="00041BC4"/>
    <w:rsid w:val="00051E41"/>
    <w:rsid w:val="00082FFD"/>
    <w:rsid w:val="00092DD0"/>
    <w:rsid w:val="000B2D0A"/>
    <w:rsid w:val="000D3461"/>
    <w:rsid w:val="000E7607"/>
    <w:rsid w:val="00121C12"/>
    <w:rsid w:val="00136658"/>
    <w:rsid w:val="00153C5B"/>
    <w:rsid w:val="001D7933"/>
    <w:rsid w:val="001F4F44"/>
    <w:rsid w:val="001F51AD"/>
    <w:rsid w:val="00224F0F"/>
    <w:rsid w:val="002405E8"/>
    <w:rsid w:val="00251B6B"/>
    <w:rsid w:val="00255AC0"/>
    <w:rsid w:val="00256B3D"/>
    <w:rsid w:val="00262007"/>
    <w:rsid w:val="002A6C30"/>
    <w:rsid w:val="002D14BD"/>
    <w:rsid w:val="002E0611"/>
    <w:rsid w:val="00316EE9"/>
    <w:rsid w:val="0034557C"/>
    <w:rsid w:val="00353AE0"/>
    <w:rsid w:val="003B2C41"/>
    <w:rsid w:val="003E45F2"/>
    <w:rsid w:val="003F7A06"/>
    <w:rsid w:val="00412DB5"/>
    <w:rsid w:val="00475A93"/>
    <w:rsid w:val="004831D2"/>
    <w:rsid w:val="00490CC8"/>
    <w:rsid w:val="004A4EC8"/>
    <w:rsid w:val="004B4EB9"/>
    <w:rsid w:val="005129AD"/>
    <w:rsid w:val="00524B23"/>
    <w:rsid w:val="005336B6"/>
    <w:rsid w:val="0058478B"/>
    <w:rsid w:val="00585A6E"/>
    <w:rsid w:val="0059327C"/>
    <w:rsid w:val="00594533"/>
    <w:rsid w:val="005A03D7"/>
    <w:rsid w:val="005B09F1"/>
    <w:rsid w:val="005B18F4"/>
    <w:rsid w:val="005D522D"/>
    <w:rsid w:val="005E7DDD"/>
    <w:rsid w:val="00612D74"/>
    <w:rsid w:val="00627276"/>
    <w:rsid w:val="00631F37"/>
    <w:rsid w:val="00642493"/>
    <w:rsid w:val="006541CC"/>
    <w:rsid w:val="00677EC9"/>
    <w:rsid w:val="006A3B7D"/>
    <w:rsid w:val="006A41AD"/>
    <w:rsid w:val="006C0DCD"/>
    <w:rsid w:val="006C2798"/>
    <w:rsid w:val="00731DF3"/>
    <w:rsid w:val="00776A65"/>
    <w:rsid w:val="0077714A"/>
    <w:rsid w:val="00792EF1"/>
    <w:rsid w:val="00795A8F"/>
    <w:rsid w:val="007A3C8B"/>
    <w:rsid w:val="007B0FB9"/>
    <w:rsid w:val="007B11C6"/>
    <w:rsid w:val="007D7B0E"/>
    <w:rsid w:val="008166A9"/>
    <w:rsid w:val="00832891"/>
    <w:rsid w:val="00846E29"/>
    <w:rsid w:val="00857F54"/>
    <w:rsid w:val="00870224"/>
    <w:rsid w:val="00880741"/>
    <w:rsid w:val="008A52FA"/>
    <w:rsid w:val="008C3CD2"/>
    <w:rsid w:val="009327F5"/>
    <w:rsid w:val="00936FF4"/>
    <w:rsid w:val="0095755C"/>
    <w:rsid w:val="00974BF3"/>
    <w:rsid w:val="00980357"/>
    <w:rsid w:val="009847D9"/>
    <w:rsid w:val="009B095A"/>
    <w:rsid w:val="009C1593"/>
    <w:rsid w:val="009E0540"/>
    <w:rsid w:val="009E4D67"/>
    <w:rsid w:val="009F5227"/>
    <w:rsid w:val="00A21A5F"/>
    <w:rsid w:val="00A326BB"/>
    <w:rsid w:val="00A56888"/>
    <w:rsid w:val="00A67EF6"/>
    <w:rsid w:val="00AB61CA"/>
    <w:rsid w:val="00AC50D5"/>
    <w:rsid w:val="00AC655F"/>
    <w:rsid w:val="00AF780E"/>
    <w:rsid w:val="00B2143B"/>
    <w:rsid w:val="00B23D89"/>
    <w:rsid w:val="00B81BCC"/>
    <w:rsid w:val="00BD241F"/>
    <w:rsid w:val="00BD784C"/>
    <w:rsid w:val="00BE0675"/>
    <w:rsid w:val="00BE1A35"/>
    <w:rsid w:val="00C165C8"/>
    <w:rsid w:val="00C32B1A"/>
    <w:rsid w:val="00C67F76"/>
    <w:rsid w:val="00C74261"/>
    <w:rsid w:val="00CA3D72"/>
    <w:rsid w:val="00CA68DA"/>
    <w:rsid w:val="00CA7AC4"/>
    <w:rsid w:val="00CD3524"/>
    <w:rsid w:val="00CE2459"/>
    <w:rsid w:val="00CE4185"/>
    <w:rsid w:val="00CF0586"/>
    <w:rsid w:val="00CF06B3"/>
    <w:rsid w:val="00D0118A"/>
    <w:rsid w:val="00D55203"/>
    <w:rsid w:val="00D75A77"/>
    <w:rsid w:val="00D76BE3"/>
    <w:rsid w:val="00D83E46"/>
    <w:rsid w:val="00D913D4"/>
    <w:rsid w:val="00D92B45"/>
    <w:rsid w:val="00D92E72"/>
    <w:rsid w:val="00DB2228"/>
    <w:rsid w:val="00DB41E8"/>
    <w:rsid w:val="00DF12DA"/>
    <w:rsid w:val="00E246A3"/>
    <w:rsid w:val="00E363EC"/>
    <w:rsid w:val="00E669A9"/>
    <w:rsid w:val="00E73347"/>
    <w:rsid w:val="00E750D7"/>
    <w:rsid w:val="00EA31DA"/>
    <w:rsid w:val="00EE3694"/>
    <w:rsid w:val="00EF7459"/>
    <w:rsid w:val="00F27E67"/>
    <w:rsid w:val="00F547F6"/>
    <w:rsid w:val="00FB50E7"/>
    <w:rsid w:val="143F459B"/>
    <w:rsid w:val="40732AE3"/>
    <w:rsid w:val="76466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E4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051E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1E4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051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51E4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51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51E41"/>
    <w:rPr>
      <w:rFonts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051E41"/>
    <w:pPr>
      <w:ind w:firstLineChars="200" w:firstLine="420"/>
    </w:pPr>
  </w:style>
  <w:style w:type="character" w:styleId="Hyperlink">
    <w:name w:val="Hyperlink"/>
    <w:basedOn w:val="DefaultParagraphFont"/>
    <w:uiPriority w:val="99"/>
    <w:semiHidden/>
    <w:rsid w:val="00DB222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2</Pages>
  <Words>258</Words>
  <Characters>1474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₠߻⒈߻嬀ئ岀ئ往ئ䀀ت</dc:creator>
  <cp:keywords/>
  <dc:description/>
  <cp:lastModifiedBy>AutoBVT</cp:lastModifiedBy>
  <cp:revision>31</cp:revision>
  <cp:lastPrinted>2019-07-09T07:35:00Z</cp:lastPrinted>
  <dcterms:created xsi:type="dcterms:W3CDTF">2019-03-28T07:31:00Z</dcterms:created>
  <dcterms:modified xsi:type="dcterms:W3CDTF">2019-07-09T07:35:00Z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